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135A1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61E51">
        <w:rPr>
          <w:rStyle w:val="Strong"/>
          <w:rFonts w:asciiTheme="minorHAnsi" w:hAnsiTheme="minorHAnsi" w:cstheme="minorHAnsi"/>
          <w:lang w:val="en-GB"/>
        </w:rPr>
        <w:t>29-G004-22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D85E1B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68448055" w:rsidR="00B0293A" w:rsidRPr="00532E97" w:rsidRDefault="006441B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FD69B3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2A3AF374" w:rsidR="00B0293A" w:rsidRPr="00CB6DDC" w:rsidRDefault="006441B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FD69B3">
              <w:rPr>
                <w:rFonts w:ascii="Calibri" w:hAnsi="Calibri"/>
                <w:szCs w:val="20"/>
              </w:rPr>
              <w:t>7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40113B89" w:rsidR="00B0293A" w:rsidRPr="00251A4B" w:rsidRDefault="006441B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FD69B3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/21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6B85622" w:rsidR="00B0293A" w:rsidRPr="00CB6DDC" w:rsidRDefault="00FA0F1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441B9">
              <w:rPr>
                <w:rFonts w:ascii="Calibri" w:hAnsi="Calibri"/>
                <w:szCs w:val="20"/>
              </w:rPr>
              <w:t>5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FD69B3">
              <w:rPr>
                <w:rFonts w:ascii="Calibri" w:hAnsi="Calibri"/>
                <w:szCs w:val="20"/>
              </w:rPr>
              <w:t>8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6A7EBC9C" w:rsidR="00B0293A" w:rsidRPr="00532E97" w:rsidRDefault="006441B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FD69B3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FD69B3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33142E93" w:rsidR="00B0293A" w:rsidRPr="00532E97" w:rsidRDefault="006441B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80EFF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76A29AF1" w:rsidR="00B0293A" w:rsidRPr="00532E97" w:rsidRDefault="006441B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CF0DC4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880EFF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080920BA" w:rsidR="00B0293A" w:rsidRPr="00532E97" w:rsidRDefault="006441B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FA0F15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FA0F15">
              <w:rPr>
                <w:rFonts w:ascii="Calibri" w:hAnsi="Calibri"/>
                <w:szCs w:val="20"/>
              </w:rPr>
              <w:t>2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6DB44600" w:rsidR="00B0293A" w:rsidRPr="00532E97" w:rsidRDefault="00880EF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4th</w:t>
            </w:r>
            <w:r w:rsidR="00296F76">
              <w:rPr>
                <w:rFonts w:ascii="Calibri" w:hAnsi="Calibri"/>
                <w:szCs w:val="20"/>
              </w:rPr>
              <w:t xml:space="preserve"> </w:t>
            </w:r>
            <w:proofErr w:type="gramStart"/>
            <w:r w:rsidR="00296F76">
              <w:rPr>
                <w:rFonts w:ascii="Calibri" w:hAnsi="Calibri"/>
                <w:szCs w:val="20"/>
              </w:rPr>
              <w:t xml:space="preserve">Quarter </w:t>
            </w:r>
            <w:r w:rsidR="00CF0DC4">
              <w:rPr>
                <w:rFonts w:ascii="Calibri" w:hAnsi="Calibri"/>
                <w:szCs w:val="20"/>
              </w:rPr>
              <w:t xml:space="preserve"> before</w:t>
            </w:r>
            <w:proofErr w:type="gramEnd"/>
            <w:r w:rsidR="00CF0DC4">
              <w:rPr>
                <w:rFonts w:ascii="Calibri" w:hAnsi="Calibri"/>
                <w:szCs w:val="20"/>
              </w:rPr>
              <w:t xml:space="preserve"> end of </w:t>
            </w:r>
            <w:r>
              <w:rPr>
                <w:rFonts w:ascii="Calibri" w:hAnsi="Calibri"/>
                <w:szCs w:val="20"/>
              </w:rPr>
              <w:t>2022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33BAC" w14:textId="77777777" w:rsidR="00FA3EC6" w:rsidRDefault="00FA3EC6">
      <w:r>
        <w:separator/>
      </w:r>
    </w:p>
  </w:endnote>
  <w:endnote w:type="continuationSeparator" w:id="0">
    <w:p w14:paraId="029CEFF8" w14:textId="77777777" w:rsidR="00FA3EC6" w:rsidRDefault="00FA3EC6">
      <w:r>
        <w:continuationSeparator/>
      </w:r>
    </w:p>
  </w:endnote>
  <w:endnote w:type="continuationNotice" w:id="1">
    <w:p w14:paraId="1FDDAA04" w14:textId="77777777" w:rsidR="00FA3EC6" w:rsidRDefault="00FA3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B45EDD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61E51">
      <w:rPr>
        <w:noProof/>
      </w:rPr>
      <w:t>2022-07-22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D0FA" w14:textId="77777777" w:rsidR="00FA3EC6" w:rsidRDefault="00FA3EC6">
      <w:r>
        <w:separator/>
      </w:r>
    </w:p>
  </w:footnote>
  <w:footnote w:type="continuationSeparator" w:id="0">
    <w:p w14:paraId="783F3030" w14:textId="77777777" w:rsidR="00FA3EC6" w:rsidRDefault="00FA3EC6">
      <w:r>
        <w:continuationSeparator/>
      </w:r>
    </w:p>
  </w:footnote>
  <w:footnote w:type="continuationNotice" w:id="1">
    <w:p w14:paraId="4F77D1A4" w14:textId="77777777" w:rsidR="00FA3EC6" w:rsidRDefault="00FA3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90244">
    <w:abstractNumId w:val="1"/>
  </w:num>
  <w:num w:numId="2" w16cid:durableId="1101531028">
    <w:abstractNumId w:val="10"/>
  </w:num>
  <w:num w:numId="3" w16cid:durableId="406389052">
    <w:abstractNumId w:val="11"/>
  </w:num>
  <w:num w:numId="4" w16cid:durableId="1524055762">
    <w:abstractNumId w:val="4"/>
  </w:num>
  <w:num w:numId="5" w16cid:durableId="1636373034">
    <w:abstractNumId w:val="3"/>
  </w:num>
  <w:num w:numId="6" w16cid:durableId="342250398">
    <w:abstractNumId w:val="7"/>
  </w:num>
  <w:num w:numId="7" w16cid:durableId="1567063073">
    <w:abstractNumId w:val="5"/>
  </w:num>
  <w:num w:numId="8" w16cid:durableId="2005475580">
    <w:abstractNumId w:val="9"/>
  </w:num>
  <w:num w:numId="9" w16cid:durableId="2038041566">
    <w:abstractNumId w:val="0"/>
  </w:num>
  <w:num w:numId="10" w16cid:durableId="1564675520">
    <w:abstractNumId w:val="8"/>
  </w:num>
  <w:num w:numId="11" w16cid:durableId="1826891542">
    <w:abstractNumId w:val="2"/>
  </w:num>
  <w:num w:numId="12" w16cid:durableId="67306795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8D0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1B9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46C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140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1BC2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081"/>
    <w:rsid w:val="00CE378D"/>
    <w:rsid w:val="00CE4A12"/>
    <w:rsid w:val="00CE55FA"/>
    <w:rsid w:val="00CE5C48"/>
    <w:rsid w:val="00CE789B"/>
    <w:rsid w:val="00CF054A"/>
    <w:rsid w:val="00CF0600"/>
    <w:rsid w:val="00CF0AF8"/>
    <w:rsid w:val="00CF0DC4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E51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0F63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0F15"/>
    <w:rsid w:val="00FA1DF6"/>
    <w:rsid w:val="00FA1E99"/>
    <w:rsid w:val="00FA2A1F"/>
    <w:rsid w:val="00FA38D9"/>
    <w:rsid w:val="00FA3EC6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2022-07-21T00:10:00Z</dcterms:created>
  <dcterms:modified xsi:type="dcterms:W3CDTF">2022-07-21T21:37:00Z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